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B93A87D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2A35E6" w:rsidRPr="00445EE7">
        <w:rPr>
          <w:rFonts w:ascii="Corbel" w:hAnsi="Corbel"/>
          <w:iCs/>
          <w:smallCaps/>
          <w:sz w:val="24"/>
          <w:szCs w:val="24"/>
        </w:rPr>
        <w:t>2020-2023</w:t>
      </w:r>
    </w:p>
    <w:p w14:paraId="6A743604" w14:textId="4EB9D2E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843FC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843FC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4823846" w:rsidR="0085747A" w:rsidRPr="009C54AE" w:rsidRDefault="002C3EE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692F" w:rsidR="00015B8F" w:rsidRPr="009C54AE" w:rsidRDefault="00F75D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5EC166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D70A810" w:rsidR="00015B8F" w:rsidRPr="009C54AE" w:rsidRDefault="00A005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45BD0F" w:rsidR="0085747A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E8B4FD0" w:rsidR="00C61DC5" w:rsidRPr="009C54AE" w:rsidRDefault="00F75DA4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4320B" w14:textId="77777777" w:rsidR="00C9579E" w:rsidRDefault="00C9579E" w:rsidP="00C16ABF">
      <w:pPr>
        <w:spacing w:after="0" w:line="240" w:lineRule="auto"/>
      </w:pPr>
      <w:r>
        <w:separator/>
      </w:r>
    </w:p>
  </w:endnote>
  <w:endnote w:type="continuationSeparator" w:id="0">
    <w:p w14:paraId="319FF78C" w14:textId="77777777" w:rsidR="00C9579E" w:rsidRDefault="00C957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3CCA1" w14:textId="77777777" w:rsidR="00C9579E" w:rsidRDefault="00C9579E" w:rsidP="00C16ABF">
      <w:pPr>
        <w:spacing w:after="0" w:line="240" w:lineRule="auto"/>
      </w:pPr>
      <w:r>
        <w:separator/>
      </w:r>
    </w:p>
  </w:footnote>
  <w:footnote w:type="continuationSeparator" w:id="0">
    <w:p w14:paraId="465DB4E0" w14:textId="77777777" w:rsidR="00C9579E" w:rsidRDefault="00C9579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066CA"/>
    <w:rsid w:val="002144C0"/>
    <w:rsid w:val="00215FA7"/>
    <w:rsid w:val="0022477D"/>
    <w:rsid w:val="002278A9"/>
    <w:rsid w:val="002336F9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C3EE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52D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79E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E2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75DA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3E755-513B-4517-9CA6-104045CB43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2020-10-19T15:38:00Z</dcterms:created>
  <dcterms:modified xsi:type="dcterms:W3CDTF">2021-11-04T09:30:00Z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